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278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Wykonawca</w:t>
      </w:r>
    </w:p>
    <w:p w14:paraId="3C933AB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7740472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(pełna nazwa / firma, adres, w zależności </w:t>
      </w:r>
      <w:r w:rsidRPr="0027431C">
        <w:rPr>
          <w:rFonts w:ascii="Arial Narrow" w:hAnsi="Arial Narrow"/>
          <w:sz w:val="24"/>
          <w:szCs w:val="24"/>
        </w:rPr>
        <w:tab/>
      </w:r>
    </w:p>
    <w:p w14:paraId="77F6D11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od podmiotu: NIP / PESEL, KRS / </w:t>
      </w:r>
      <w:proofErr w:type="spellStart"/>
      <w:r w:rsidRPr="0027431C">
        <w:rPr>
          <w:rFonts w:ascii="Arial Narrow" w:hAnsi="Arial Narrow"/>
          <w:sz w:val="24"/>
          <w:szCs w:val="24"/>
        </w:rPr>
        <w:t>CEiDG</w:t>
      </w:r>
      <w:proofErr w:type="spellEnd"/>
      <w:r w:rsidRPr="0027431C">
        <w:rPr>
          <w:rFonts w:ascii="Arial Narrow" w:hAnsi="Arial Narrow"/>
          <w:sz w:val="24"/>
          <w:szCs w:val="24"/>
        </w:rPr>
        <w:t>)</w:t>
      </w:r>
    </w:p>
    <w:p w14:paraId="52BFB65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reprezentowany przez:</w:t>
      </w:r>
    </w:p>
    <w:p w14:paraId="1FC426B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</w:t>
      </w:r>
    </w:p>
    <w:p w14:paraId="430E09E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(imię, nazwisko, stanowisko /</w:t>
      </w:r>
    </w:p>
    <w:p w14:paraId="0C9ED17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podstawa do reprezentacji)</w:t>
      </w:r>
      <w:r w:rsidRPr="0027431C">
        <w:rPr>
          <w:rFonts w:ascii="Arial Narrow" w:hAnsi="Arial Narrow"/>
          <w:sz w:val="24"/>
          <w:szCs w:val="24"/>
        </w:rPr>
        <w:tab/>
      </w:r>
      <w:r w:rsidRPr="0027431C">
        <w:rPr>
          <w:rFonts w:ascii="Arial Narrow" w:hAnsi="Arial Narrow"/>
          <w:sz w:val="24"/>
          <w:szCs w:val="24"/>
        </w:rPr>
        <w:tab/>
      </w:r>
    </w:p>
    <w:p w14:paraId="43D58C7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27A250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2EAF35A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OŚWIADCZENIA WYKONAWCY/ WYKONAWCY WSPÓLNIE UBIEGAJĄCEGO SIĘ O UDZIELENIE ZAMÓWIENIA</w:t>
      </w:r>
    </w:p>
    <w:p w14:paraId="1A86A8ED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B0B4EC9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składane na podstawie art. 125 ust. 1 ustawy z dnia 11 września 2019 r. </w:t>
      </w:r>
    </w:p>
    <w:p w14:paraId="3BDA41D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 Prawo zamówień publicznych (dalej jako: ustawa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)</w:t>
      </w:r>
    </w:p>
    <w:p w14:paraId="3F1BF619" w14:textId="1BC9537E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Na potrzeby postępowania o udzielenie zamówienia publicznego prowadzonego w trybie podstawowym </w:t>
      </w:r>
      <w:r w:rsidR="00BB5234">
        <w:rPr>
          <w:rFonts w:ascii="Arial Narrow" w:hAnsi="Arial Narrow"/>
          <w:sz w:val="24"/>
          <w:szCs w:val="24"/>
        </w:rPr>
        <w:t>„</w:t>
      </w:r>
      <w:r w:rsidR="00BB5234" w:rsidRPr="00E33DAB">
        <w:rPr>
          <w:rFonts w:ascii="Arial Narrow" w:hAnsi="Arial Narrow"/>
          <w:sz w:val="24"/>
          <w:szCs w:val="24"/>
        </w:rPr>
        <w:t>Usługa nadzoru inwestorskiego branży budowlanej dotyczy robót budowlano-konserwatorskich przy remoncie elewacji w Muzeum Historii To</w:t>
      </w:r>
      <w:r w:rsidR="00BB5234">
        <w:rPr>
          <w:rFonts w:ascii="Arial Narrow" w:hAnsi="Arial Narrow"/>
          <w:sz w:val="24"/>
          <w:szCs w:val="24"/>
        </w:rPr>
        <w:t>r</w:t>
      </w:r>
      <w:r w:rsidR="00BB5234"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="00BB5234" w:rsidRPr="00E33DAB">
        <w:rPr>
          <w:rFonts w:ascii="Arial Narrow" w:hAnsi="Arial Narrow"/>
          <w:sz w:val="24"/>
          <w:szCs w:val="24"/>
        </w:rPr>
        <w:t>Esken</w:t>
      </w:r>
      <w:r w:rsidR="00BB5234">
        <w:rPr>
          <w:rFonts w:ascii="Arial Narrow" w:hAnsi="Arial Narrow"/>
          <w:sz w:val="24"/>
          <w:szCs w:val="24"/>
        </w:rPr>
        <w:t>ó</w:t>
      </w:r>
      <w:r w:rsidR="00BB5234" w:rsidRPr="00E33DAB">
        <w:rPr>
          <w:rFonts w:ascii="Arial Narrow" w:hAnsi="Arial Narrow"/>
          <w:sz w:val="24"/>
          <w:szCs w:val="24"/>
        </w:rPr>
        <w:t>w</w:t>
      </w:r>
      <w:proofErr w:type="spellEnd"/>
      <w:r w:rsidR="00BB5234" w:rsidRPr="00E33DAB">
        <w:rPr>
          <w:rFonts w:ascii="Arial Narrow" w:hAnsi="Arial Narrow"/>
          <w:sz w:val="24"/>
          <w:szCs w:val="24"/>
        </w:rPr>
        <w:t xml:space="preserve"> wraz z pracami dodatkowymi</w:t>
      </w:r>
      <w:r w:rsidR="00BB5234">
        <w:rPr>
          <w:rFonts w:ascii="Arial Narrow" w:hAnsi="Arial Narrow"/>
          <w:sz w:val="24"/>
          <w:szCs w:val="24"/>
        </w:rPr>
        <w:t>.</w:t>
      </w:r>
      <w:r w:rsidRPr="0027431C">
        <w:rPr>
          <w:rFonts w:ascii="Arial Narrow" w:hAnsi="Arial Narrow"/>
          <w:sz w:val="24"/>
          <w:szCs w:val="24"/>
        </w:rPr>
        <w:t>”</w:t>
      </w:r>
    </w:p>
    <w:p w14:paraId="2EBCEAA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OŚWIADCZENIA DOTYCZĄCE PODSTAW WYKLUCZENIA:</w:t>
      </w:r>
    </w:p>
    <w:p w14:paraId="2082229E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nie podlegam wykluczeniu z postępowania na podstawie </w:t>
      </w:r>
      <w:r w:rsidRPr="0027431C">
        <w:rPr>
          <w:rFonts w:ascii="Arial Narrow" w:hAnsi="Arial Narrow"/>
          <w:sz w:val="24"/>
          <w:szCs w:val="24"/>
        </w:rPr>
        <w:br/>
        <w:t xml:space="preserve">art. 108 ust. 1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.</w:t>
      </w:r>
    </w:p>
    <w:p w14:paraId="3B76D21A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nie zachodzą w stosunku do mnie przesłanki wykluczenia </w:t>
      </w:r>
      <w:r w:rsidRPr="0027431C">
        <w:rPr>
          <w:rFonts w:ascii="Arial Narrow" w:hAnsi="Arial Narrow"/>
          <w:sz w:val="24"/>
          <w:szCs w:val="24"/>
        </w:rPr>
        <w:br/>
        <w:t xml:space="preserve">z postępowania na podstawie art.  7 ust. 1 ustawy z dnia 13 kwietnia 2022 r. </w:t>
      </w:r>
      <w:r w:rsidRPr="0027431C">
        <w:rPr>
          <w:rFonts w:ascii="Arial Narrow" w:hAnsi="Arial Narrow"/>
          <w:sz w:val="24"/>
          <w:szCs w:val="24"/>
        </w:rPr>
        <w:br/>
        <w:t xml:space="preserve">o szczególnych rozwiązaniach w zakresie przeciwdziałania wspieraniu agresji </w:t>
      </w:r>
      <w:r w:rsidRPr="0027431C">
        <w:rPr>
          <w:rFonts w:ascii="Arial Narrow" w:hAnsi="Arial Narrow"/>
          <w:sz w:val="24"/>
          <w:szCs w:val="24"/>
        </w:rPr>
        <w:br/>
        <w:t>na Ukrainę oraz służących ochronie bezpieczeństwa narodowego (Dz. U. poz. 835)</w:t>
      </w:r>
      <w:r w:rsidRPr="0027431C">
        <w:rPr>
          <w:rFonts w:ascii="Arial Narrow" w:hAnsi="Arial Narrow"/>
          <w:sz w:val="24"/>
          <w:szCs w:val="24"/>
          <w:vertAlign w:val="superscript"/>
        </w:rPr>
        <w:footnoteReference w:id="1"/>
      </w:r>
      <w:r w:rsidRPr="0027431C">
        <w:rPr>
          <w:rFonts w:ascii="Arial Narrow" w:hAnsi="Arial Narrow"/>
          <w:sz w:val="24"/>
          <w:szCs w:val="24"/>
        </w:rPr>
        <w:t>.</w:t>
      </w:r>
    </w:p>
    <w:p w14:paraId="58670CF4" w14:textId="77777777" w:rsidR="0027431C" w:rsidRPr="0027431C" w:rsidRDefault="0027431C" w:rsidP="0027431C">
      <w:pPr>
        <w:numPr>
          <w:ilvl w:val="0"/>
          <w:numId w:val="1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>]</w:t>
      </w:r>
    </w:p>
    <w:p w14:paraId="0468E0D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). </w:t>
      </w:r>
    </w:p>
    <w:p w14:paraId="468700D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7431C">
        <w:rPr>
          <w:rFonts w:ascii="Arial Narrow" w:hAnsi="Arial Narrow"/>
          <w:sz w:val="24"/>
          <w:szCs w:val="24"/>
        </w:rPr>
        <w:t>Pzp</w:t>
      </w:r>
      <w:proofErr w:type="spellEnd"/>
      <w:r w:rsidRPr="0027431C">
        <w:rPr>
          <w:rFonts w:ascii="Arial Narrow" w:hAnsi="Arial Narrow"/>
          <w:sz w:val="24"/>
          <w:szCs w:val="24"/>
        </w:rPr>
        <w:t xml:space="preserve"> podjąłem następujące środki naprawcze i zapobiegawcze:</w:t>
      </w:r>
    </w:p>
    <w:p w14:paraId="4437CBF6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</w:t>
      </w:r>
    </w:p>
    <w:p w14:paraId="2B987B6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OŚWIADCZENIA DOTYCZĄCE WARUNKÓW UDZIAŁU W POSTĘPOWANIU:</w:t>
      </w:r>
    </w:p>
    <w:p w14:paraId="13C1F80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35407F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[UWAGA: stosuje tylko Wykonawca / Wykonawca wspólnie ubiegający się o zamówienie]</w:t>
      </w:r>
    </w:p>
    <w:p w14:paraId="19C190A1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Oświadczam, że spełniam warunki udziału w postępowaniu określone przez Zamawiającego w Specyfikacji Warunków Zamówienia w rozdziale 6 pkt 6.1.*.</w:t>
      </w:r>
    </w:p>
    <w:p w14:paraId="31D62F6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[UWAGA: stosuje tylko Wykonawca / Wykonawca wspólnie ubiegający się o zamówienie, który polega na zdolnościach lub sytuacji podmiotów udostepniających zasoby, a jednocześnie samodzielnie w pewnym zakresie wykazuje spełnianie warunków]</w:t>
      </w:r>
    </w:p>
    <w:p w14:paraId="00E6589F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 ………..…………………………………………………..……………………………………………….. (wskazać dokument i właściwą jednostkę redakcyjną dokumentu, w której określono warunki udziału </w:t>
      </w:r>
      <w:r w:rsidRPr="0027431C">
        <w:rPr>
          <w:rFonts w:ascii="Arial Narrow" w:hAnsi="Arial Narrow"/>
          <w:sz w:val="24"/>
          <w:szCs w:val="24"/>
        </w:rPr>
        <w:br/>
        <w:t>w postępowaniu) w następującym zakresie* ……………………………..……………………………………..</w:t>
      </w:r>
    </w:p>
    <w:p w14:paraId="1FE26E1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CA5D67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INFORMACJA W ZWIĄZKU Z POLEGANIEM NA ZDOLNOŚCIACH LUB SYTUACJI PODMIOTÓW UDOSTEPNIAJĄCYCH ZASOBY:</w:t>
      </w:r>
    </w:p>
    <w:p w14:paraId="1120CF50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2BDDD7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Oświadczam, że w celu wykazania spełniania warunków udziału w postępowaniu, określonych przez Zamawiającego w Specyfikacji Warunków Zamówienia w rozdziale 6 pkt 6.1.4. polegam na zdolnościach lub sytuacji następującego / następujących podmiotu / podmiotów udostępniających zasoby: ………..……………………………………………………</w:t>
      </w:r>
    </w:p>
    <w:p w14:paraId="38E6214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(wskazać nazwę / nazwy podmiotu / podmiotów) </w:t>
      </w:r>
    </w:p>
    <w:p w14:paraId="6F979514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 następującym zakresie*: ……………………………………………………………………………</w:t>
      </w:r>
    </w:p>
    <w:p w14:paraId="253F1CE0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(określić odpowiedni zakres udostępnianych zasobów dla wskazanego podmiotu).</w:t>
      </w:r>
    </w:p>
    <w:p w14:paraId="0143738D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3B4A83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*</w:t>
      </w:r>
      <w:r w:rsidRPr="0027431C">
        <w:rPr>
          <w:rFonts w:ascii="Arial Narrow" w:hAnsi="Arial Narrow"/>
          <w:sz w:val="24"/>
          <w:szCs w:val="24"/>
        </w:rPr>
        <w:tab/>
        <w:t>niepotrzebne skreślić</w:t>
      </w:r>
    </w:p>
    <w:p w14:paraId="14A5FE1B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OŚWIADCZENIE DOTYCZĄCE PODANYCH INFORMACJI:</w:t>
      </w:r>
    </w:p>
    <w:p w14:paraId="3F1212A9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27431C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362AC1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INFORMACJA DOTYCZĄCA DOSTĘPU DO PODMIOTOWYCH ŚRODKÓW DOWODOWYCH:</w:t>
      </w:r>
    </w:p>
    <w:p w14:paraId="6B716DB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Wskazuję następujące podmiotowe środki dowodowe, które można uzyskać za pomocą bezpłatnych i ogólnodostępnych baz danych, oraz dane umożliwiające dostęp do tych środków:</w:t>
      </w:r>
    </w:p>
    <w:p w14:paraId="798ABA27" w14:textId="77777777" w:rsidR="0027431C" w:rsidRPr="0027431C" w:rsidRDefault="0027431C" w:rsidP="0027431C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5A145EAE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5A81246F" w14:textId="77777777" w:rsidR="0027431C" w:rsidRPr="0027431C" w:rsidRDefault="0027431C" w:rsidP="0027431C">
      <w:pPr>
        <w:numPr>
          <w:ilvl w:val="0"/>
          <w:numId w:val="2"/>
        </w:num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</w:t>
      </w:r>
    </w:p>
    <w:p w14:paraId="275F8D6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(wskazać podmiotowy środek dowodowy, adres internetowy, wydający urząd lub organ, dokładne dane referencyjne dokumentacji)</w:t>
      </w:r>
    </w:p>
    <w:p w14:paraId="17C011B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E7471E5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44244EC" w14:textId="14805729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Podpis: </w:t>
      </w:r>
    </w:p>
    <w:p w14:paraId="4D5AC655" w14:textId="15FBF7FD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2E77985A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D1C76A2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bookmarkStart w:id="0" w:name="_Hlk66446977"/>
      <w:r w:rsidRPr="0027431C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07FFF8B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01F4A853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27431C">
        <w:rPr>
          <w:rFonts w:ascii="Arial Narrow" w:hAnsi="Arial Narrow"/>
          <w:sz w:val="24"/>
          <w:szCs w:val="24"/>
          <w:u w:val="single"/>
        </w:rPr>
        <w:t>Uwaga:</w:t>
      </w:r>
    </w:p>
    <w:p w14:paraId="21EA1B98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 xml:space="preserve">W przypadku wspólnego ubiegania się o zamówienie przez Wykonawców, oświadczenie składa każdy z Wykonawców. Oświadczenie to potwierdza brak podstaw do wykluczenia oraz spełnianie warunków udziału w postępowaniu w zakresie, w jakim każdy z Wykonawców wykazuje spełnianie warunków udziału w postępowaniu. </w:t>
      </w:r>
    </w:p>
    <w:p w14:paraId="2D316CD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27431C">
        <w:rPr>
          <w:rFonts w:ascii="Arial Narrow" w:hAnsi="Arial Narrow"/>
          <w:sz w:val="24"/>
          <w:szCs w:val="24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5C293DAF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5304AA7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8ACA79C" w14:textId="77777777" w:rsidR="0027431C" w:rsidRPr="0027431C" w:rsidRDefault="0027431C" w:rsidP="0027431C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</w:p>
    <w:p w14:paraId="58052780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41AE" w14:textId="77777777" w:rsidR="00E33C6C" w:rsidRDefault="00E33C6C" w:rsidP="001522C2">
      <w:pPr>
        <w:spacing w:after="0" w:line="240" w:lineRule="auto"/>
      </w:pPr>
      <w:r>
        <w:separator/>
      </w:r>
    </w:p>
  </w:endnote>
  <w:endnote w:type="continuationSeparator" w:id="0">
    <w:p w14:paraId="5C996E27" w14:textId="77777777" w:rsidR="00E33C6C" w:rsidRDefault="00E33C6C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100E5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4AF76BCE" wp14:editId="10EFAB3C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AC16BA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83C5D" w14:textId="77777777" w:rsidR="00E33C6C" w:rsidRDefault="00E33C6C" w:rsidP="001522C2">
      <w:pPr>
        <w:spacing w:after="0" w:line="240" w:lineRule="auto"/>
      </w:pPr>
      <w:r>
        <w:separator/>
      </w:r>
    </w:p>
  </w:footnote>
  <w:footnote w:type="continuationSeparator" w:id="0">
    <w:p w14:paraId="3AD8DC3E" w14:textId="77777777" w:rsidR="00E33C6C" w:rsidRDefault="00E33C6C" w:rsidP="001522C2">
      <w:pPr>
        <w:spacing w:after="0" w:line="240" w:lineRule="auto"/>
      </w:pPr>
      <w:r>
        <w:continuationSeparator/>
      </w:r>
    </w:p>
  </w:footnote>
  <w:footnote w:id="1">
    <w:p w14:paraId="32A6D554" w14:textId="77777777" w:rsidR="0027431C" w:rsidRDefault="0027431C" w:rsidP="002743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4552C032" w14:textId="77777777" w:rsidR="0027431C" w:rsidRDefault="0027431C" w:rsidP="0027431C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12A41F59" w14:textId="77777777" w:rsidR="0027431C" w:rsidRDefault="0027431C" w:rsidP="0027431C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53635D" w14:textId="77777777" w:rsidR="0027431C" w:rsidRDefault="0027431C" w:rsidP="0027431C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8EE1A" w14:textId="358F8BB0" w:rsidR="0027431C" w:rsidRPr="0027431C" w:rsidRDefault="0027431C" w:rsidP="0027431C">
    <w:pPr>
      <w:pStyle w:val="Nagwek"/>
      <w:rPr>
        <w:rFonts w:ascii="Arial Narrow" w:hAnsi="Arial Narrow"/>
        <w:sz w:val="24"/>
        <w:szCs w:val="24"/>
      </w:rPr>
    </w:pPr>
    <w:r w:rsidRPr="0027431C">
      <w:rPr>
        <w:rFonts w:ascii="Arial Narrow" w:hAnsi="Arial Narrow"/>
        <w:sz w:val="24"/>
        <w:szCs w:val="24"/>
      </w:rPr>
      <w:t xml:space="preserve">Załącznik nr 2 do SWZ </w:t>
    </w:r>
    <w:bookmarkStart w:id="1" w:name="_Hlk222136279"/>
    <w:r w:rsidR="002D1E16" w:rsidRPr="00E33DAB">
      <w:rPr>
        <w:rFonts w:ascii="Arial Narrow" w:hAnsi="Arial Narrow"/>
        <w:sz w:val="24"/>
        <w:szCs w:val="24"/>
      </w:rPr>
      <w:t>Usługa nadzoru inwestorskiego branży budowlanej dotyczy robót budowlano-konserwatorskich przy remoncie elewacji w Muzeum Historii To</w:t>
    </w:r>
    <w:r w:rsidR="002D1E16">
      <w:rPr>
        <w:rFonts w:ascii="Arial Narrow" w:hAnsi="Arial Narrow"/>
        <w:sz w:val="24"/>
        <w:szCs w:val="24"/>
      </w:rPr>
      <w:t>r</w:t>
    </w:r>
    <w:r w:rsidR="002D1E16" w:rsidRPr="00E33DAB">
      <w:rPr>
        <w:rFonts w:ascii="Arial Narrow" w:hAnsi="Arial Narrow"/>
        <w:sz w:val="24"/>
        <w:szCs w:val="24"/>
      </w:rPr>
      <w:t xml:space="preserve">unia w Domu </w:t>
    </w:r>
    <w:proofErr w:type="spellStart"/>
    <w:r w:rsidR="002D1E16" w:rsidRPr="00E33DAB">
      <w:rPr>
        <w:rFonts w:ascii="Arial Narrow" w:hAnsi="Arial Narrow"/>
        <w:sz w:val="24"/>
        <w:szCs w:val="24"/>
      </w:rPr>
      <w:t>Esken</w:t>
    </w:r>
    <w:r w:rsidR="002D1E16">
      <w:rPr>
        <w:rFonts w:ascii="Arial Narrow" w:hAnsi="Arial Narrow"/>
        <w:sz w:val="24"/>
        <w:szCs w:val="24"/>
      </w:rPr>
      <w:t>ó</w:t>
    </w:r>
    <w:r w:rsidR="002D1E16" w:rsidRPr="00E33DAB">
      <w:rPr>
        <w:rFonts w:ascii="Arial Narrow" w:hAnsi="Arial Narrow"/>
        <w:sz w:val="24"/>
        <w:szCs w:val="24"/>
      </w:rPr>
      <w:t>w</w:t>
    </w:r>
    <w:proofErr w:type="spellEnd"/>
    <w:r w:rsidR="002D1E16" w:rsidRPr="00E33DAB">
      <w:rPr>
        <w:rFonts w:ascii="Arial Narrow" w:hAnsi="Arial Narrow"/>
        <w:sz w:val="24"/>
        <w:szCs w:val="24"/>
      </w:rPr>
      <w:t xml:space="preserve"> wraz z pracami dodatkowymi</w:t>
    </w:r>
    <w:r w:rsidR="002D1E16">
      <w:rPr>
        <w:rFonts w:ascii="Arial Narrow" w:hAnsi="Arial Narrow"/>
        <w:sz w:val="24"/>
        <w:szCs w:val="24"/>
      </w:rPr>
      <w:t>.</w:t>
    </w:r>
    <w:r w:rsidR="002D1E16" w:rsidRPr="00044FBF">
      <w:rPr>
        <w:rFonts w:ascii="Arial Narrow" w:hAnsi="Arial Narrow"/>
        <w:sz w:val="24"/>
        <w:szCs w:val="24"/>
      </w:rPr>
      <w:t xml:space="preserve"> </w:t>
    </w:r>
    <w:bookmarkEnd w:id="1"/>
    <w:r w:rsidRPr="0027431C">
      <w:rPr>
        <w:rFonts w:ascii="Arial Narrow" w:hAnsi="Arial Narrow"/>
        <w:sz w:val="24"/>
        <w:szCs w:val="24"/>
      </w:rPr>
      <w:t xml:space="preserve"> – oświadczenie Wykonawcy</w:t>
    </w:r>
  </w:p>
  <w:p w14:paraId="1DA9F45F" w14:textId="69AC23F1" w:rsidR="0027431C" w:rsidRDefault="0027431C">
    <w:pPr>
      <w:pStyle w:val="Nagwek"/>
    </w:pPr>
  </w:p>
  <w:p w14:paraId="7A27BCA9" w14:textId="77777777" w:rsidR="0027431C" w:rsidRDefault="00274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88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2588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1C"/>
    <w:rsid w:val="001522C2"/>
    <w:rsid w:val="001D1F39"/>
    <w:rsid w:val="0027431C"/>
    <w:rsid w:val="002D1E16"/>
    <w:rsid w:val="005F341C"/>
    <w:rsid w:val="00795F52"/>
    <w:rsid w:val="00AA6F2D"/>
    <w:rsid w:val="00B227CE"/>
    <w:rsid w:val="00BB5234"/>
    <w:rsid w:val="00C6059F"/>
    <w:rsid w:val="00CB37E0"/>
    <w:rsid w:val="00CE2DCB"/>
    <w:rsid w:val="00D37B8F"/>
    <w:rsid w:val="00E33C6C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A522A"/>
  <w15:chartTrackingRefBased/>
  <w15:docId w15:val="{5FFC2556-CC7C-4B4F-90CD-92B2881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431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43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43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4</TotalTime>
  <Pages>3</Pages>
  <Words>740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3</cp:revision>
  <dcterms:created xsi:type="dcterms:W3CDTF">2026-01-26T16:11:00Z</dcterms:created>
  <dcterms:modified xsi:type="dcterms:W3CDTF">2026-02-16T12:10:00Z</dcterms:modified>
</cp:coreProperties>
</file>